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0"/>
        <w:gridCol w:w="1218"/>
        <w:gridCol w:w="3264"/>
        <w:gridCol w:w="775"/>
        <w:gridCol w:w="125"/>
        <w:gridCol w:w="651"/>
        <w:gridCol w:w="775"/>
        <w:gridCol w:w="776"/>
        <w:gridCol w:w="775"/>
        <w:gridCol w:w="776"/>
        <w:gridCol w:w="775"/>
        <w:gridCol w:w="776"/>
      </w:tblGrid>
      <w:tr w:rsidR="00DA63A3" w:rsidRPr="00976300" w14:paraId="4DACFF05" w14:textId="77777777">
        <w:trPr>
          <w:trHeight w:val="281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3D46B" w14:textId="77777777" w:rsidR="00DA63A3" w:rsidRDefault="00B33BC8" w:rsidP="00DA63A3">
            <w:pPr>
              <w:pStyle w:val="Heading1"/>
              <w:rPr>
                <w:sz w:val="20"/>
                <w:szCs w:val="20"/>
              </w:rPr>
            </w:pPr>
            <w:r>
              <w:t xml:space="preserve">Lesson Title: </w:t>
            </w:r>
          </w:p>
        </w:tc>
        <w:tc>
          <w:tcPr>
            <w:tcW w:w="94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3366"/>
          </w:tcPr>
          <w:p w14:paraId="70D8F146" w14:textId="77777777" w:rsidR="00DA63A3" w:rsidRPr="000D37DC" w:rsidRDefault="006420F2" w:rsidP="006420F2">
            <w:pPr>
              <w:pStyle w:val="Heading1"/>
              <w:tabs>
                <w:tab w:val="left" w:pos="3480"/>
              </w:tabs>
              <w:rPr>
                <w:color w:val="FFFFFF"/>
              </w:rPr>
            </w:pPr>
            <w:r>
              <w:rPr>
                <w:color w:val="FFFFFF"/>
              </w:rPr>
              <w:tab/>
              <w:t xml:space="preserve">Element </w:t>
            </w:r>
            <w:proofErr w:type="spellStart"/>
            <w:r>
              <w:rPr>
                <w:color w:val="FFFFFF"/>
              </w:rPr>
              <w:t>Glogs</w:t>
            </w:r>
            <w:proofErr w:type="spellEnd"/>
          </w:p>
        </w:tc>
      </w:tr>
      <w:tr w:rsidR="00DA63A3" w:rsidRPr="00976300" w14:paraId="62470EB2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02E93" w14:textId="77777777" w:rsidR="00DA63A3" w:rsidRPr="00F767FE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Teacher: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76304" w14:textId="77777777" w:rsidR="00DA63A3" w:rsidRPr="00976300" w:rsidRDefault="00B33BC8" w:rsidP="00DA6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Todd Huck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E7156" w14:textId="77777777" w:rsidR="00DA63A3" w:rsidRPr="00F767FE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Hour: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ED039" w14:textId="77777777" w:rsidR="00DA63A3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:rsidRPr="00976300" w14:paraId="6B3460F6" w14:textId="77777777">
        <w:trPr>
          <w:trHeight w:val="296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BA365" w14:textId="77777777" w:rsidR="00DA63A3" w:rsidRPr="00F767FE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Week: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846A3" w14:textId="77777777" w:rsidR="00DA63A3" w:rsidRPr="00976300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B919" w14:textId="77777777" w:rsidR="00DA63A3" w:rsidRPr="00F767FE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r w:rsidR="006420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BE4C6" w14:textId="77777777" w:rsidR="00DA63A3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:rsidRPr="00976300" w14:paraId="222D72BD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89FD2" w14:textId="77777777" w:rsidR="00DA63A3" w:rsidRPr="00F767FE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Unit: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82F34" w14:textId="77777777" w:rsidR="00DA63A3" w:rsidRPr="00976300" w:rsidRDefault="006420F2" w:rsidP="00DA6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Physical</w:t>
            </w:r>
            <w:r w:rsidR="00B33BC8">
              <w:rPr>
                <w:rFonts w:ascii="Arial" w:hAnsi="Arial" w:cs="Arial"/>
                <w:sz w:val="20"/>
                <w:szCs w:val="20"/>
              </w:rPr>
              <w:t xml:space="preserve"> Science</w:t>
            </w:r>
          </w:p>
        </w:tc>
        <w:tc>
          <w:tcPr>
            <w:tcW w:w="62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7A8" w14:textId="77777777" w:rsidR="00DA63A3" w:rsidRPr="00F767FE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Target Grade Level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6420F2">
              <w:rPr>
                <w:rFonts w:ascii="Arial" w:hAnsi="Arial" w:cs="Arial"/>
                <w:b/>
                <w:sz w:val="20"/>
                <w:szCs w:val="20"/>
              </w:rPr>
              <w:t>6th</w:t>
            </w:r>
          </w:p>
        </w:tc>
      </w:tr>
      <w:tr w:rsidR="00DA63A3" w:rsidRPr="00976300" w14:paraId="5E5DE36F" w14:textId="77777777">
        <w:trPr>
          <w:trHeight w:val="281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773CF" w14:textId="77777777" w:rsidR="00DA63A3" w:rsidRPr="00F767FE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67FE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ourse</w:t>
            </w:r>
            <w:r w:rsidRPr="00F767F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29A0E" w14:textId="77777777" w:rsidR="00DA63A3" w:rsidRPr="00976300" w:rsidRDefault="00B33BC8" w:rsidP="00DA6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Sixth Grade Science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CB3FE" w14:textId="77777777" w:rsidR="00DA63A3" w:rsidRPr="00976300" w:rsidRDefault="00DA63A3" w:rsidP="00DA6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21E39" w14:textId="77777777" w:rsidR="00DA63A3" w:rsidRPr="00976300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E34F8" w14:textId="77777777" w:rsidR="00DA63A3" w:rsidRPr="00976300" w:rsidRDefault="00DA63A3" w:rsidP="00DA6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2D3C8" w14:textId="77777777" w:rsidR="00DA63A3" w:rsidRPr="00976300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35048" w14:textId="77777777" w:rsidR="00DA63A3" w:rsidRPr="00976300" w:rsidRDefault="00DA63A3" w:rsidP="00DA6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BD5F0" w14:textId="77777777" w:rsidR="00DA63A3" w:rsidRPr="00976300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B34B9" w14:textId="77777777" w:rsidR="00DA63A3" w:rsidRPr="00976300" w:rsidRDefault="00DA63A3" w:rsidP="00DA6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28390" w14:textId="77777777" w:rsidR="00DA63A3" w:rsidRPr="00976300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EAF509" w14:textId="77777777" w:rsidR="00DA63A3" w:rsidRDefault="00DA63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3AF36293">
          <v:rect id="_x0000_i1025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9108"/>
      </w:tblGrid>
      <w:tr w:rsidR="00DA63A3" w14:paraId="6D9E0B7F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1AC74F16" w14:textId="77777777" w:rsidR="00DA63A3" w:rsidRPr="006A3A59" w:rsidRDefault="00B33BC8" w:rsidP="00DA63A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Learning Target(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9C5B29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B949" w14:textId="77777777" w:rsidR="00DA63A3" w:rsidRPr="00DA63A3" w:rsidRDefault="00DA63A3" w:rsidP="00DA63A3">
            <w:pPr>
              <w:rPr>
                <w:rFonts w:ascii="Arial" w:hAnsi="Arial" w:cs="Arial"/>
              </w:rPr>
            </w:pPr>
            <w:r w:rsidRPr="00DA63A3">
              <w:rPr>
                <w:rFonts w:ascii="Arial" w:hAnsi="Arial" w:cs="Arial"/>
              </w:rPr>
              <w:t xml:space="preserve">Use technology to share research findings about </w:t>
            </w:r>
            <w:r>
              <w:rPr>
                <w:rFonts w:ascii="Arial" w:hAnsi="Arial" w:cs="Arial"/>
              </w:rPr>
              <w:t>an element</w:t>
            </w:r>
            <w:r w:rsidRPr="00DA63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and the nature of that element in</w:t>
            </w:r>
            <w:r w:rsidRPr="00DA63A3">
              <w:rPr>
                <w:rFonts w:ascii="Arial" w:hAnsi="Arial" w:cs="Arial"/>
              </w:rPr>
              <w:t xml:space="preserve"> matter and to publish information to various audiences. </w:t>
            </w:r>
          </w:p>
        </w:tc>
      </w:tr>
      <w:tr w:rsidR="00DA63A3" w14:paraId="27546B98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632BE937" w14:textId="77777777" w:rsidR="00DA63A3" w:rsidRPr="006A3A59" w:rsidRDefault="00B33BC8" w:rsidP="00DA63A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Criteria for Success: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DA58" w14:textId="77777777" w:rsidR="00DA63A3" w:rsidRPr="00DA63A3" w:rsidRDefault="00DA63A3" w:rsidP="00DA63A3">
            <w:pPr>
              <w:pStyle w:val="NoteLevel1"/>
            </w:pPr>
            <w:r w:rsidRPr="00DA63A3">
              <w:rPr>
                <w:rFonts w:ascii="Arial" w:hAnsi="Arial" w:cs="Arial"/>
              </w:rPr>
              <w:t xml:space="preserve">Create </w:t>
            </w:r>
            <w:proofErr w:type="spellStart"/>
            <w:r>
              <w:rPr>
                <w:rFonts w:ascii="Arial" w:hAnsi="Arial" w:cs="Arial"/>
              </w:rPr>
              <w:t>Glogsters</w:t>
            </w:r>
            <w:proofErr w:type="spellEnd"/>
            <w:r w:rsidRPr="00DA63A3">
              <w:rPr>
                <w:rFonts w:ascii="Arial" w:hAnsi="Arial" w:cs="Arial"/>
              </w:rPr>
              <w:t xml:space="preserve"> that explain </w:t>
            </w:r>
            <w:r>
              <w:rPr>
                <w:rFonts w:ascii="Arial" w:hAnsi="Arial" w:cs="Arial"/>
              </w:rPr>
              <w:t>an</w:t>
            </w:r>
            <w:r w:rsidRPr="00DA63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element. </w:t>
            </w:r>
          </w:p>
          <w:p w14:paraId="372B2302" w14:textId="77777777" w:rsidR="00DA63A3" w:rsidRDefault="00DA63A3" w:rsidP="00DA63A3">
            <w:pPr>
              <w:pStyle w:val="NoteLevel1"/>
            </w:pPr>
            <w:r w:rsidRPr="00DA63A3">
              <w:rPr>
                <w:rFonts w:ascii="Arial" w:hAnsi="Arial" w:cs="Arial"/>
              </w:rPr>
              <w:t xml:space="preserve">Recognize and describe </w:t>
            </w:r>
            <w:r>
              <w:rPr>
                <w:rFonts w:ascii="Arial" w:hAnsi="Arial" w:cs="Arial"/>
              </w:rPr>
              <w:t xml:space="preserve">other students </w:t>
            </w:r>
            <w:proofErr w:type="spellStart"/>
            <w:r>
              <w:rPr>
                <w:rFonts w:ascii="Arial" w:hAnsi="Arial" w:cs="Arial"/>
              </w:rPr>
              <w:t>glogsters</w:t>
            </w:r>
            <w:proofErr w:type="spellEnd"/>
            <w:r>
              <w:rPr>
                <w:rFonts w:ascii="Arial" w:hAnsi="Arial" w:cs="Arial"/>
              </w:rPr>
              <w:t xml:space="preserve"> use</w:t>
            </w:r>
            <w:r w:rsidRPr="00DA63A3">
              <w:rPr>
                <w:rFonts w:ascii="Arial" w:hAnsi="Arial" w:cs="Arial"/>
              </w:rPr>
              <w:t xml:space="preserve"> peer review, truthful reporting of methods and out comes making work public, and sharing a lens of professional skepticism whe</w:t>
            </w:r>
            <w:r>
              <w:rPr>
                <w:rFonts w:ascii="Arial" w:hAnsi="Arial" w:cs="Arial"/>
              </w:rPr>
              <w:t>n reviewing others work.</w:t>
            </w:r>
          </w:p>
          <w:p w14:paraId="0CEAD0AE" w14:textId="77777777" w:rsidR="00DA63A3" w:rsidRPr="00126709" w:rsidRDefault="00DA63A3" w:rsidP="00B33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14:paraId="49C7D59C" w14:textId="77777777">
        <w:trPr>
          <w:trHeight w:val="504"/>
        </w:trPr>
        <w:tc>
          <w:tcPr>
            <w:tcW w:w="2628" w:type="dxa"/>
            <w:tcBorders>
              <w:right w:val="single" w:sz="4" w:space="0" w:color="auto"/>
            </w:tcBorders>
          </w:tcPr>
          <w:p w14:paraId="6CB06B86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Progression of Learning:</w:t>
            </w:r>
          </w:p>
        </w:tc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F48E" w14:textId="77777777" w:rsidR="00DA63A3" w:rsidRPr="00126709" w:rsidRDefault="00DA63A3" w:rsidP="00DA63A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5A9C57" w14:textId="77777777" w:rsidR="00DA63A3" w:rsidRDefault="00DA63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26198522">
          <v:rect id="_x0000_i1026" style="width:8in;height:1.5pt" o:hralign="center" o:hrstd="t" o:hrnoshade="t" o:hr="t" fillcolor="black" stroked="f"/>
        </w:pict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3780"/>
        <w:gridCol w:w="3780"/>
        <w:gridCol w:w="3780"/>
      </w:tblGrid>
      <w:tr w:rsidR="00DA63A3" w:rsidRPr="009C5B29" w14:paraId="53A83AC8" w14:textId="77777777">
        <w:trPr>
          <w:trHeight w:val="180"/>
        </w:trPr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C60D7" w14:textId="77777777" w:rsidR="00DA63A3" w:rsidRPr="009C5B29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 Area Standards, Essential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Learnings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, and Evidence Outcomes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68BEA86" w14:textId="77777777" w:rsidR="00DA63A3" w:rsidRPr="009C5B29" w:rsidRDefault="00B33B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4585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Skills and Abilities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B10F63" w14:textId="77777777" w:rsidR="00DA63A3" w:rsidRPr="009C5B29" w:rsidRDefault="00B33B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ISTE NET-S, ITEEA, or L4L Standards Addressed </w:t>
            </w:r>
          </w:p>
        </w:tc>
      </w:tr>
      <w:tr w:rsidR="00DA63A3" w14:paraId="19062339" w14:textId="77777777">
        <w:trPr>
          <w:trHeight w:val="2276"/>
        </w:trPr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14:paraId="77E3E132" w14:textId="77777777" w:rsidR="00DA63A3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43337F" w14:textId="77777777" w:rsidR="00DA63A3" w:rsidRDefault="00DA6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 1 Physical Science</w:t>
            </w:r>
          </w:p>
          <w:p w14:paraId="391B848D" w14:textId="77777777" w:rsidR="00DA63A3" w:rsidRPr="00126709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8E0F9" w14:textId="77777777" w:rsidR="00DA63A3" w:rsidRPr="009D4B6F" w:rsidRDefault="00B33BC8" w:rsidP="00DA63A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Collaboration and Teamwork</w:t>
            </w:r>
          </w:p>
          <w:p w14:paraId="229BA2CD" w14:textId="77777777" w:rsidR="00DA63A3" w:rsidRPr="009D4B6F" w:rsidRDefault="00B33BC8" w:rsidP="00DA63A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Critical Thinking, Reasoning, and Problem Solving</w:t>
            </w:r>
          </w:p>
          <w:p w14:paraId="47C14D24" w14:textId="77777777" w:rsidR="00DA63A3" w:rsidRPr="009D4B6F" w:rsidRDefault="00B33BC8" w:rsidP="00DA63A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Invention, Innovation, and Creativity</w:t>
            </w:r>
          </w:p>
          <w:p w14:paraId="5DB94088" w14:textId="77777777" w:rsidR="00DA63A3" w:rsidRPr="009D4B6F" w:rsidRDefault="00B33BC8" w:rsidP="00DA63A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Self-Direction</w:t>
            </w:r>
          </w:p>
          <w:p w14:paraId="26ED952C" w14:textId="77777777" w:rsidR="00DA63A3" w:rsidRPr="009D4B6F" w:rsidRDefault="00B33BC8" w:rsidP="00DA63A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Information Literacy</w:t>
            </w:r>
          </w:p>
          <w:p w14:paraId="038084D1" w14:textId="77777777" w:rsidR="00DA63A3" w:rsidRPr="009D4B6F" w:rsidRDefault="00B33BC8" w:rsidP="00DA63A3">
            <w:pPr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Global Awareness</w:t>
            </w:r>
          </w:p>
          <w:p w14:paraId="7473F281" w14:textId="77777777" w:rsidR="00DA63A3" w:rsidRDefault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2B41FD" w14:textId="77777777" w:rsidR="00DA63A3" w:rsidRPr="009D4B6F" w:rsidRDefault="00B33BC8" w:rsidP="00DA63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Inquiry Questions</w:t>
            </w:r>
          </w:p>
          <w:p w14:paraId="598F5BF4" w14:textId="77777777" w:rsidR="00DA63A3" w:rsidRDefault="00B33BC8" w:rsidP="00DA63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Relevance and Application</w:t>
            </w:r>
          </w:p>
          <w:p w14:paraId="6BC77FB2" w14:textId="77777777" w:rsidR="00DA63A3" w:rsidRPr="009D4B6F" w:rsidRDefault="00B33BC8" w:rsidP="00DA63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9D4B6F">
              <w:rPr>
                <w:rFonts w:ascii="Arial" w:hAnsi="Arial" w:cs="Arial"/>
                <w:sz w:val="16"/>
                <w:szCs w:val="20"/>
              </w:rPr>
              <w:t>Nature of Discipli</w:t>
            </w:r>
            <w:bookmarkStart w:id="0" w:name="_GoBack"/>
            <w:bookmarkEnd w:id="0"/>
            <w:r w:rsidRPr="009D4B6F">
              <w:rPr>
                <w:rFonts w:ascii="Arial" w:hAnsi="Arial" w:cs="Arial"/>
                <w:sz w:val="16"/>
                <w:szCs w:val="20"/>
              </w:rPr>
              <w:t xml:space="preserve">ne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14:paraId="5F7ACA9F" w14:textId="77777777" w:rsidR="00997E13" w:rsidRPr="00997E13" w:rsidRDefault="00997E13" w:rsidP="00997E13">
            <w:pPr>
              <w:rPr>
                <w:rFonts w:ascii="Times" w:hAnsi="Times"/>
                <w:sz w:val="20"/>
                <w:szCs w:val="20"/>
              </w:rPr>
            </w:pPr>
            <w:r w:rsidRPr="00997E13">
              <w:rPr>
                <w:rFonts w:ascii="Times" w:hAnsi="Times"/>
                <w:b/>
                <w:bCs/>
                <w:sz w:val="20"/>
                <w:szCs w:val="20"/>
              </w:rPr>
              <w:t>2.</w:t>
            </w:r>
            <w:r w:rsidRPr="00997E13">
              <w:rPr>
                <w:rFonts w:ascii="Times" w:hAnsi="Times"/>
                <w:sz w:val="20"/>
                <w:szCs w:val="20"/>
              </w:rPr>
              <w:t xml:space="preserve"> </w:t>
            </w:r>
            <w:r w:rsidRPr="00997E13">
              <w:rPr>
                <w:rFonts w:ascii="Times" w:hAnsi="Times"/>
                <w:b/>
                <w:bCs/>
                <w:sz w:val="20"/>
                <w:szCs w:val="20"/>
              </w:rPr>
              <w:t>Communication and Collaboration</w:t>
            </w:r>
            <w:r w:rsidRPr="00997E13">
              <w:rPr>
                <w:rFonts w:ascii="Times" w:hAnsi="Times"/>
                <w:sz w:val="20"/>
                <w:szCs w:val="20"/>
              </w:rPr>
              <w:t xml:space="preserve">   </w:t>
            </w:r>
          </w:p>
          <w:p w14:paraId="04BC1274" w14:textId="77777777" w:rsidR="00997E13" w:rsidRPr="00997E13" w:rsidRDefault="00997E13" w:rsidP="00997E13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997E13">
              <w:rPr>
                <w:rFonts w:ascii="Times" w:hAnsi="Times"/>
                <w:sz w:val="20"/>
                <w:szCs w:val="20"/>
              </w:rPr>
              <w:t>Students use digital media and environments to communicate and work collaboratively, including at a distance, to support individual learning and contribute to the learning of others. Students:</w:t>
            </w:r>
          </w:p>
          <w:p w14:paraId="3E1C93B4" w14:textId="77777777" w:rsidR="00997E13" w:rsidRPr="00997E13" w:rsidRDefault="00997E13" w:rsidP="00997E13">
            <w:pPr>
              <w:rPr>
                <w:rFonts w:ascii="Times" w:hAnsi="Times"/>
                <w:sz w:val="20"/>
                <w:szCs w:val="20"/>
              </w:rPr>
            </w:pPr>
            <w:r w:rsidRPr="00997E13">
              <w:rPr>
                <w:rFonts w:ascii="Times" w:hAnsi="Times"/>
                <w:sz w:val="20"/>
                <w:szCs w:val="20"/>
              </w:rPr>
              <w:t xml:space="preserve">  </w:t>
            </w:r>
          </w:p>
          <w:tbl>
            <w:tblPr>
              <w:tblW w:w="5000" w:type="pct"/>
              <w:tblCellSpacing w:w="15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4A0" w:firstRow="1" w:lastRow="0" w:firstColumn="1" w:lastColumn="0" w:noHBand="0" w:noVBand="1"/>
            </w:tblPr>
            <w:tblGrid>
              <w:gridCol w:w="235"/>
              <w:gridCol w:w="3329"/>
            </w:tblGrid>
            <w:tr w:rsidR="00997E13" w:rsidRPr="00997E13" w14:paraId="5443F972" w14:textId="77777777" w:rsidTr="00997E13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695B36A2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997E13">
                    <w:rPr>
                      <w:rFonts w:ascii="Times" w:hAnsi="Times"/>
                      <w:sz w:val="20"/>
                      <w:szCs w:val="20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4BC150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proofErr w:type="gramStart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>interact</w:t>
                  </w:r>
                  <w:proofErr w:type="gramEnd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>, collaborate, and publish with peers, experts, or others employing a variety of digital environments and media.</w:t>
                  </w:r>
                </w:p>
              </w:tc>
            </w:tr>
            <w:tr w:rsidR="00997E13" w:rsidRPr="00997E13" w14:paraId="4FC81002" w14:textId="77777777" w:rsidTr="00997E13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4EC56D18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997E13">
                    <w:rPr>
                      <w:rFonts w:ascii="Times" w:hAnsi="Times"/>
                      <w:sz w:val="20"/>
                      <w:szCs w:val="20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F71407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proofErr w:type="gramStart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>communicate</w:t>
                  </w:r>
                  <w:proofErr w:type="gramEnd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 xml:space="preserve"> information and ideas effectively to multiple audiences using a variety of media and formats.</w:t>
                  </w:r>
                </w:p>
              </w:tc>
            </w:tr>
            <w:tr w:rsidR="00997E13" w:rsidRPr="00997E13" w14:paraId="440A5824" w14:textId="77777777" w:rsidTr="00997E13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491AF0CC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997E13">
                    <w:rPr>
                      <w:rFonts w:ascii="Times" w:hAnsi="Times"/>
                      <w:sz w:val="20"/>
                      <w:szCs w:val="20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94944F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proofErr w:type="gramStart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>develop</w:t>
                  </w:r>
                  <w:proofErr w:type="gramEnd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 xml:space="preserve"> cultural understanding and global awareness by engaging with learners of other cultures.</w:t>
                  </w:r>
                </w:p>
              </w:tc>
            </w:tr>
            <w:tr w:rsidR="00997E13" w:rsidRPr="00997E13" w14:paraId="79309572" w14:textId="77777777" w:rsidTr="00997E13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5BE434D1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997E13">
                    <w:rPr>
                      <w:rFonts w:ascii="Times" w:hAnsi="Times"/>
                      <w:sz w:val="20"/>
                      <w:szCs w:val="20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CB2AAA" w14:textId="77777777" w:rsidR="00997E13" w:rsidRPr="00997E13" w:rsidRDefault="00997E13" w:rsidP="00997E13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proofErr w:type="gramStart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>contribute</w:t>
                  </w:r>
                  <w:proofErr w:type="gramEnd"/>
                  <w:r w:rsidRPr="00997E13">
                    <w:rPr>
                      <w:rFonts w:ascii="Times" w:hAnsi="Times"/>
                      <w:sz w:val="20"/>
                      <w:szCs w:val="20"/>
                    </w:rPr>
                    <w:t xml:space="preserve"> to project teams to produce original works or solve problems.</w:t>
                  </w:r>
                </w:p>
              </w:tc>
            </w:tr>
          </w:tbl>
          <w:p w14:paraId="57E22083" w14:textId="77777777" w:rsidR="00DA63A3" w:rsidRPr="00126709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820F2F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63A3" w:rsidRPr="009C5B29" w14:paraId="0077501D" w14:textId="77777777">
        <w:trPr>
          <w:trHeight w:val="180"/>
        </w:trPr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D50DE" w14:textId="77777777" w:rsidR="00DA63A3" w:rsidRPr="009C5B29" w:rsidRDefault="00B33B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Pre-Assessment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6449D6" w14:textId="77777777" w:rsidR="00DA63A3" w:rsidRPr="009C5B29" w:rsidRDefault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173E1" w14:textId="77777777" w:rsidR="00DA63A3" w:rsidRPr="009C5B29" w:rsidRDefault="00B33B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5B29">
              <w:rPr>
                <w:rFonts w:ascii="Arial" w:hAnsi="Arial" w:cs="Arial"/>
                <w:b/>
                <w:sz w:val="20"/>
                <w:szCs w:val="20"/>
              </w:rPr>
              <w:t>Post-Assessment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Summary</w:t>
            </w:r>
          </w:p>
        </w:tc>
      </w:tr>
      <w:tr w:rsidR="00DA63A3" w14:paraId="57A2C6EA" w14:textId="77777777">
        <w:trPr>
          <w:trHeight w:val="836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7C49260C" w14:textId="77777777" w:rsidR="00DA63A3" w:rsidRPr="00126709" w:rsidRDefault="00DA6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where assigned an element and asked to write down what they knew about that element.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59F70" w14:textId="77777777" w:rsidR="00DA63A3" w:rsidRDefault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3023B1F" w14:textId="77777777" w:rsidR="00DA63A3" w:rsidRPr="00126709" w:rsidRDefault="00DA6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After the research and the creation of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glog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students shared out the information about their element</w:t>
            </w:r>
          </w:p>
        </w:tc>
      </w:tr>
    </w:tbl>
    <w:p w14:paraId="1AB5D0C2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63A3" w14:paraId="2CCECB02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65C78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Differentiation Strategies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0E65810" w14:textId="77777777" w:rsidR="00DA63A3" w:rsidRDefault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D29F0" w14:textId="77777777" w:rsidR="00DA63A3" w:rsidRDefault="00B33B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Summary of Research Based Instruction Strategies</w:t>
            </w:r>
          </w:p>
        </w:tc>
      </w:tr>
      <w:tr w:rsidR="00DA63A3" w14:paraId="0FEB9AF0" w14:textId="77777777">
        <w:trPr>
          <w:trHeight w:val="150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144ED815" w14:textId="77777777" w:rsidR="00DA63A3" w:rsidRPr="00126709" w:rsidRDefault="00DA6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High and middle level students where responsible for all the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requrements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 Low level where responsible for basic information about their element. 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454A1" w14:textId="77777777" w:rsidR="00DA63A3" w:rsidRDefault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19EF6468" w14:textId="77777777" w:rsidR="00DA63A3" w:rsidRPr="00126709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A3A2A8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63A3" w14:paraId="0272E903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A3ED16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Technology Materials and Resources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7CB279B" w14:textId="77777777" w:rsidR="00DA63A3" w:rsidRDefault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B2B25" w14:textId="77777777" w:rsidR="00DA63A3" w:rsidRDefault="00B33B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Materials and Resources </w:t>
            </w:r>
          </w:p>
        </w:tc>
      </w:tr>
      <w:tr w:rsidR="00DA63A3" w14:paraId="16F88619" w14:textId="77777777">
        <w:trPr>
          <w:trHeight w:val="1484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0D61BEE8" w14:textId="77777777" w:rsidR="00DA63A3" w:rsidRDefault="00B46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Computers</w:t>
            </w:r>
          </w:p>
          <w:p w14:paraId="79E58134" w14:textId="77777777" w:rsidR="00B46CAB" w:rsidRPr="00126709" w:rsidRDefault="00B46CA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Glogster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A9E33" w14:textId="77777777" w:rsidR="00DA63A3" w:rsidRDefault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AB40389" w14:textId="77777777" w:rsidR="00DA63A3" w:rsidRPr="00126709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3D3310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63A3" w14:paraId="17E538AA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CDFAD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Student Self-Assessment Strategies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17DDB24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CF87B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Goal Setting Strategies</w:t>
            </w:r>
          </w:p>
        </w:tc>
      </w:tr>
      <w:tr w:rsidR="00DA63A3" w14:paraId="09EE75CB" w14:textId="77777777">
        <w:trPr>
          <w:trHeight w:val="1790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4FBB8B27" w14:textId="77777777" w:rsidR="00DA63A3" w:rsidRPr="00126709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3640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7CEC2258" w14:textId="77777777" w:rsidR="00DA63A3" w:rsidRPr="00126709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29AEE9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p w14:paraId="0627E309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p w14:paraId="433D8133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p w14:paraId="29924C75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63A3" w14:paraId="37520DC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BF08E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1 Interventions (Universal)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985F70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21C3D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Strategically Planned Questions</w:t>
            </w:r>
          </w:p>
        </w:tc>
      </w:tr>
      <w:tr w:rsidR="00DA63A3" w14:paraId="56716E96" w14:textId="77777777">
        <w:trPr>
          <w:trHeight w:val="294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61E6646D" w14:textId="77777777" w:rsidR="00DA63A3" w:rsidRPr="00126709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79618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5E35F128" w14:textId="77777777" w:rsidR="00DA63A3" w:rsidRPr="00126709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AC4F46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63A3" w14:paraId="797CB771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6A2803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2 Interventions (Targeted)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8DF766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8C4A5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Vocabulary</w:t>
            </w:r>
          </w:p>
        </w:tc>
      </w:tr>
      <w:tr w:rsidR="00DA63A3" w14:paraId="7B9D7A89" w14:textId="77777777">
        <w:trPr>
          <w:trHeight w:val="3203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40967185" w14:textId="77777777" w:rsidR="00DA63A3" w:rsidRPr="00126709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DE4BD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6C8D164D" w14:textId="77777777" w:rsidR="00DA63A3" w:rsidRPr="00126709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72CFA1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5344"/>
        <w:gridCol w:w="236"/>
        <w:gridCol w:w="5760"/>
      </w:tblGrid>
      <w:tr w:rsidR="00DA63A3" w14:paraId="0B03A945" w14:textId="77777777">
        <w:tc>
          <w:tcPr>
            <w:tcW w:w="5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4490D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Tier 3 Interventions (Intensive) and Students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C35156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4335E" w14:textId="77777777" w:rsidR="00DA63A3" w:rsidRDefault="00B33BC8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ELL Strategies</w:t>
            </w:r>
          </w:p>
        </w:tc>
      </w:tr>
      <w:tr w:rsidR="00DA63A3" w14:paraId="7F555F3F" w14:textId="77777777">
        <w:trPr>
          <w:trHeight w:val="2582"/>
        </w:trPr>
        <w:tc>
          <w:tcPr>
            <w:tcW w:w="5344" w:type="dxa"/>
            <w:tcBorders>
              <w:top w:val="single" w:sz="4" w:space="0" w:color="auto"/>
              <w:right w:val="single" w:sz="4" w:space="0" w:color="auto"/>
            </w:tcBorders>
          </w:tcPr>
          <w:p w14:paraId="268162F5" w14:textId="77777777" w:rsidR="00DA63A3" w:rsidRPr="00126709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0EE5" w14:textId="77777777" w:rsidR="00DA63A3" w:rsidRDefault="00DA63A3" w:rsidP="00DA63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</w:tcPr>
          <w:p w14:paraId="324E4261" w14:textId="77777777" w:rsidR="00DA63A3" w:rsidRPr="00126709" w:rsidRDefault="00DA63A3" w:rsidP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33F631" w14:textId="77777777" w:rsidR="00DA63A3" w:rsidRDefault="00DA63A3">
      <w:pPr>
        <w:rPr>
          <w:rFonts w:ascii="Arial" w:hAnsi="Arial" w:cs="Arial"/>
          <w:b/>
          <w:sz w:val="20"/>
          <w:szCs w:val="20"/>
        </w:rPr>
      </w:pPr>
    </w:p>
    <w:p w14:paraId="2978647C" w14:textId="77777777" w:rsidR="00DA63A3" w:rsidRDefault="00B33BC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1405"/>
        <w:gridCol w:w="8489"/>
        <w:gridCol w:w="1266"/>
      </w:tblGrid>
      <w:tr w:rsidR="00DA63A3" w14:paraId="3A27FB0C" w14:textId="77777777">
        <w:trPr>
          <w:trHeight w:val="855"/>
        </w:trPr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3A2BF" w14:textId="77777777" w:rsidR="00DA63A3" w:rsidRDefault="00DA63A3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77279F" w14:textId="77777777" w:rsidR="00DA63A3" w:rsidRDefault="00B33BC8" w:rsidP="00DA63A3">
            <w:pPr>
              <w:pStyle w:val="Heading1"/>
            </w:pPr>
            <w:r>
              <w:t>Activities and Lesson Procedures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37B502" w14:textId="77777777" w:rsidR="00DA63A3" w:rsidRDefault="00B33BC8" w:rsidP="00DA63A3">
            <w:pPr>
              <w:pStyle w:val="Heading1"/>
            </w:pPr>
            <w:r>
              <w:t>Pacing</w:t>
            </w:r>
          </w:p>
        </w:tc>
      </w:tr>
      <w:tr w:rsidR="00DA63A3" w14:paraId="3A5ABF38" w14:textId="77777777">
        <w:trPr>
          <w:trHeight w:val="71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2AD6D5CD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Motivation (hook)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0ED4D62B" w14:textId="77777777" w:rsidR="00DA63A3" w:rsidRPr="00DF4324" w:rsidRDefault="00B46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Showed students a preview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glogster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its many applications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1628E80C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14:paraId="4657CEF9" w14:textId="77777777">
        <w:trPr>
          <w:trHeight w:val="932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46669D49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9ACE078" w14:textId="77777777" w:rsidR="00DA63A3" w:rsidRPr="00DF4324" w:rsidRDefault="00B46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Introduced students to their assigned element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282C4B77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14:paraId="2515DA96" w14:textId="77777777">
        <w:trPr>
          <w:trHeight w:val="1864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31AC0FE2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 Teaching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30EA1A62" w14:textId="77777777" w:rsidR="00B46CAB" w:rsidRDefault="00B46CAB" w:rsidP="00B46C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Showed the rubric</w:t>
            </w:r>
          </w:p>
          <w:p w14:paraId="2002EDCE" w14:textId="77777777" w:rsidR="00B46CAB" w:rsidRDefault="00B46CAB" w:rsidP="00B46CAB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</w:rPr>
              <w:t>Your GLOGSTER WILL INCLUDE</w:t>
            </w:r>
          </w:p>
          <w:p w14:paraId="2B69C743" w14:textId="77777777" w:rsidR="00B46CAB" w:rsidRDefault="00B46CAB" w:rsidP="00B46C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INFORMATION ABOUT YOUR ELEMENT</w:t>
            </w:r>
          </w:p>
          <w:p w14:paraId="140E1D80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ATOMIC NUMBER</w:t>
            </w:r>
          </w:p>
          <w:p w14:paraId="7C8E67E6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 SYMBOL</w:t>
            </w:r>
          </w:p>
          <w:p w14:paraId="7E34EFCB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 NAME</w:t>
            </w:r>
          </w:p>
          <w:p w14:paraId="4FE027B8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ATOMIC MASS</w:t>
            </w:r>
          </w:p>
          <w:p w14:paraId="6560AA1D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 GROUP</w:t>
            </w:r>
          </w:p>
          <w:p w14:paraId="486B066F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 FAMILY</w:t>
            </w:r>
          </w:p>
          <w:p w14:paraId="4CE29961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 PERIOD</w:t>
            </w:r>
          </w:p>
          <w:p w14:paraId="2C22FBE6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PHYSICAL PROPERTIES OF YOUR ELEMENT</w:t>
            </w:r>
          </w:p>
          <w:p w14:paraId="55268257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CHEMICAL PROPERTIES OF YOUR ELEMENT</w:t>
            </w:r>
          </w:p>
          <w:p w14:paraId="41633100" w14:textId="77777777" w:rsidR="00B46CAB" w:rsidRDefault="00B46CAB" w:rsidP="00B46CA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HOW YOUR ELEMENT IS USED</w:t>
            </w:r>
          </w:p>
          <w:p w14:paraId="155BAE56" w14:textId="77777777" w:rsidR="00B46CAB" w:rsidRDefault="00B46CAB" w:rsidP="00B46CAB">
            <w:pPr>
              <w:rPr>
                <w:rFonts w:asciiTheme="majorHAnsi" w:hAnsiTheme="majorHAnsi"/>
              </w:rPr>
            </w:pPr>
          </w:p>
          <w:p w14:paraId="793BCAD7" w14:textId="77777777" w:rsidR="00B46CAB" w:rsidRDefault="00B46CAB" w:rsidP="00B46C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ABOVE NEEDS TO BE ACCOMPLISHED USING GLOGSTER.  YOU CAN INCLUDE THESE IMAGE TOOLS IN YOUR GLOGSTER </w:t>
            </w:r>
            <w:r w:rsidRPr="00830FE4">
              <w:rPr>
                <w:rFonts w:asciiTheme="majorHAnsi" w:hAnsiTheme="majorHAnsi"/>
                <w:b/>
                <w:u w:val="single"/>
              </w:rPr>
              <w:t>GRAPICS</w:t>
            </w:r>
            <w:r>
              <w:rPr>
                <w:rFonts w:asciiTheme="majorHAnsi" w:hAnsiTheme="majorHAnsi"/>
              </w:rPr>
              <w:t xml:space="preserve">, </w:t>
            </w:r>
            <w:r w:rsidRPr="00830FE4">
              <w:rPr>
                <w:rFonts w:asciiTheme="majorHAnsi" w:hAnsiTheme="majorHAnsi"/>
                <w:b/>
                <w:u w:val="single"/>
              </w:rPr>
              <w:t>TEXT</w:t>
            </w:r>
            <w:r>
              <w:rPr>
                <w:rFonts w:asciiTheme="majorHAnsi" w:hAnsiTheme="majorHAnsi"/>
              </w:rPr>
              <w:t xml:space="preserve">, </w:t>
            </w:r>
            <w:r w:rsidRPr="0020159D">
              <w:rPr>
                <w:rFonts w:asciiTheme="majorHAnsi" w:hAnsiTheme="majorHAnsi"/>
                <w:b/>
                <w:u w:val="single"/>
              </w:rPr>
              <w:t>IMAGES</w:t>
            </w:r>
            <w:r>
              <w:rPr>
                <w:rFonts w:asciiTheme="majorHAnsi" w:hAnsiTheme="majorHAnsi"/>
              </w:rPr>
              <w:t xml:space="preserve">, </w:t>
            </w:r>
            <w:r w:rsidRPr="0020159D">
              <w:rPr>
                <w:rFonts w:asciiTheme="majorHAnsi" w:hAnsiTheme="majorHAnsi"/>
                <w:b/>
                <w:u w:val="single"/>
              </w:rPr>
              <w:t>VIDEO</w:t>
            </w:r>
            <w:proofErr w:type="gramStart"/>
            <w:r>
              <w:rPr>
                <w:rFonts w:asciiTheme="majorHAnsi" w:hAnsiTheme="majorHAnsi"/>
              </w:rPr>
              <w:t>,  AND</w:t>
            </w:r>
            <w:proofErr w:type="gramEnd"/>
            <w:r>
              <w:rPr>
                <w:rFonts w:asciiTheme="majorHAnsi" w:hAnsiTheme="majorHAnsi"/>
              </w:rPr>
              <w:t xml:space="preserve"> EVEN </w:t>
            </w:r>
            <w:r w:rsidRPr="0020159D">
              <w:rPr>
                <w:rFonts w:asciiTheme="majorHAnsi" w:hAnsiTheme="majorHAnsi"/>
                <w:b/>
                <w:u w:val="single"/>
              </w:rPr>
              <w:t>SOUND</w:t>
            </w:r>
            <w:r>
              <w:rPr>
                <w:rFonts w:asciiTheme="majorHAnsi" w:hAnsiTheme="majorHAnsi"/>
              </w:rPr>
              <w:t>.</w:t>
            </w:r>
          </w:p>
          <w:p w14:paraId="05E1A3C1" w14:textId="77777777" w:rsidR="00B46CAB" w:rsidRDefault="00B46CAB" w:rsidP="00B46CAB">
            <w:pPr>
              <w:rPr>
                <w:rFonts w:asciiTheme="majorHAnsi" w:hAnsiTheme="majorHAnsi"/>
              </w:rPr>
            </w:pPr>
          </w:p>
          <w:p w14:paraId="3C53CA27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57F05FE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14:paraId="32A8638E" w14:textId="77777777">
        <w:trPr>
          <w:trHeight w:val="1926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526F62F7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Guided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16347998" w14:textId="77777777" w:rsidR="00DA63A3" w:rsidRPr="00DF4324" w:rsidRDefault="00B46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Worked with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individual and in small groups to help guide and show them how to use and operate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glogster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76298A37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14:paraId="6A23A549" w14:textId="77777777">
        <w:trPr>
          <w:trHeight w:val="1853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010016EE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7B7C61DA" w14:textId="77777777" w:rsidR="00DA63A3" w:rsidRPr="00DF4324" w:rsidRDefault="00B46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Had students send me a link to their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glog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for me to comment on.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6DC2EDA4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14:paraId="4B76C506" w14:textId="77777777">
        <w:trPr>
          <w:trHeight w:val="2330"/>
        </w:trPr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</w:tcPr>
          <w:p w14:paraId="7488D355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Independent Practice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402060B6" w14:textId="77777777" w:rsidR="00DA63A3" w:rsidRPr="00DF4324" w:rsidRDefault="00B46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could work on this at home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352AF145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3A3" w14:paraId="695D9D28" w14:textId="77777777">
        <w:trPr>
          <w:trHeight w:val="291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67152AB" w14:textId="77777777" w:rsidR="00DA63A3" w:rsidRDefault="00B33BC8" w:rsidP="00DA63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Closure</w:t>
            </w:r>
          </w:p>
        </w:tc>
        <w:tc>
          <w:tcPr>
            <w:tcW w:w="8489" w:type="dxa"/>
            <w:tcBorders>
              <w:left w:val="single" w:sz="4" w:space="0" w:color="auto"/>
            </w:tcBorders>
            <w:shd w:val="clear" w:color="auto" w:fill="auto"/>
          </w:tcPr>
          <w:p w14:paraId="647D3BA4" w14:textId="77777777" w:rsidR="00DA63A3" w:rsidRPr="00DF4324" w:rsidRDefault="00B46C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presented their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glogs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 the class</w:t>
            </w:r>
          </w:p>
        </w:tc>
        <w:tc>
          <w:tcPr>
            <w:tcW w:w="1266" w:type="dxa"/>
            <w:tcBorders>
              <w:left w:val="single" w:sz="4" w:space="0" w:color="auto"/>
            </w:tcBorders>
            <w:shd w:val="clear" w:color="auto" w:fill="auto"/>
          </w:tcPr>
          <w:p w14:paraId="3365F465" w14:textId="77777777" w:rsidR="00DA63A3" w:rsidRPr="00DF4324" w:rsidRDefault="00DA6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2F8E6" w14:textId="77777777" w:rsidR="00DA63A3" w:rsidRDefault="00DA63A3" w:rsidP="00DA63A3"/>
    <w:sectPr w:rsidR="00DA63A3" w:rsidSect="00DA63A3">
      <w:footerReference w:type="default" r:id="rId8"/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3150E" w14:textId="77777777" w:rsidR="00B46CAB" w:rsidRDefault="00B46CAB">
      <w:r>
        <w:separator/>
      </w:r>
    </w:p>
  </w:endnote>
  <w:endnote w:type="continuationSeparator" w:id="0">
    <w:p w14:paraId="18249558" w14:textId="77777777" w:rsidR="00B46CAB" w:rsidRDefault="00B4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BC0B3" w14:textId="77777777" w:rsidR="00B46CAB" w:rsidRDefault="00B46CAB" w:rsidP="00DA63A3">
    <w:pPr>
      <w:pStyle w:val="Footer"/>
      <w:jc w:val="center"/>
    </w:pPr>
    <w:r>
      <w:t xml:space="preserve">Page - </w:t>
    </w:r>
    <w:r>
      <w:fldChar w:fldCharType="begin"/>
    </w:r>
    <w:r>
      <w:instrText xml:space="preserve"> PAGE </w:instrText>
    </w:r>
    <w:r>
      <w:fldChar w:fldCharType="separate"/>
    </w:r>
    <w:r w:rsidR="00997E13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53A20" w14:textId="77777777" w:rsidR="00B46CAB" w:rsidRDefault="00B46CAB">
      <w:r>
        <w:separator/>
      </w:r>
    </w:p>
  </w:footnote>
  <w:footnote w:type="continuationSeparator" w:id="0">
    <w:p w14:paraId="2C686E94" w14:textId="77777777" w:rsidR="00B46CAB" w:rsidRDefault="00B46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56B0CE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9F647D"/>
    <w:multiLevelType w:val="multilevel"/>
    <w:tmpl w:val="7DF80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641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17AF0"/>
    <w:multiLevelType w:val="hybridMultilevel"/>
    <w:tmpl w:val="7490577A"/>
    <w:lvl w:ilvl="0" w:tplc="FBAC86EC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F25E2"/>
    <w:multiLevelType w:val="hybridMultilevel"/>
    <w:tmpl w:val="05306BAC"/>
    <w:lvl w:ilvl="0" w:tplc="D376E682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07E2C"/>
    <w:multiLevelType w:val="multilevel"/>
    <w:tmpl w:val="05306BAC"/>
    <w:lvl w:ilvl="0">
      <w:start w:val="1"/>
      <w:numFmt w:val="bullet"/>
      <w:lvlText w:val=""/>
      <w:lvlJc w:val="left"/>
      <w:pPr>
        <w:ind w:left="720" w:hanging="64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66CF1"/>
    <w:multiLevelType w:val="hybridMultilevel"/>
    <w:tmpl w:val="3A66D07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F7965"/>
    <w:multiLevelType w:val="multilevel"/>
    <w:tmpl w:val="7490577A"/>
    <w:lvl w:ilvl="0">
      <w:start w:val="1"/>
      <w:numFmt w:val="bullet"/>
      <w:lvlText w:val=""/>
      <w:lvlJc w:val="left"/>
      <w:pPr>
        <w:ind w:left="216" w:hanging="14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17902"/>
    <w:multiLevelType w:val="multilevel"/>
    <w:tmpl w:val="EED61F86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F75961"/>
    <w:multiLevelType w:val="hybridMultilevel"/>
    <w:tmpl w:val="CFE64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DA6B23"/>
    <w:multiLevelType w:val="hybridMultilevel"/>
    <w:tmpl w:val="EED61F86"/>
    <w:lvl w:ilvl="0" w:tplc="A6B28F2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89214A"/>
    <w:multiLevelType w:val="hybridMultilevel"/>
    <w:tmpl w:val="7DF80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A3"/>
    <w:rsid w:val="006420F2"/>
    <w:rsid w:val="00997E13"/>
    <w:rsid w:val="00B33BC8"/>
    <w:rsid w:val="00B46CAB"/>
    <w:rsid w:val="00DA63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1E3D8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paragraph" w:styleId="NoteLevel1">
    <w:name w:val="Note Level 1"/>
    <w:basedOn w:val="Normal"/>
    <w:uiPriority w:val="99"/>
    <w:semiHidden/>
    <w:unhideWhenUsed/>
    <w:rsid w:val="00DA63A3"/>
    <w:pPr>
      <w:keepNext/>
      <w:numPr>
        <w:numId w:val="11"/>
      </w:numPr>
      <w:contextualSpacing/>
      <w:outlineLvl w:val="0"/>
    </w:pPr>
    <w:rPr>
      <w:rFonts w:ascii="Verdana" w:eastAsia="ＭＳ ゴシック" w:hAnsi="Verdan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2B56"/>
    <w:rPr>
      <w:sz w:val="24"/>
      <w:szCs w:val="24"/>
    </w:rPr>
  </w:style>
  <w:style w:type="paragraph" w:styleId="Heading1">
    <w:name w:val="heading 1"/>
    <w:basedOn w:val="Normal"/>
    <w:next w:val="Normal"/>
    <w:qFormat/>
    <w:rsid w:val="00F767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7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42B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2B5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9D4B6F"/>
    <w:pPr>
      <w:ind w:left="720"/>
      <w:contextualSpacing/>
    </w:pPr>
  </w:style>
  <w:style w:type="paragraph" w:styleId="NoteLevel1">
    <w:name w:val="Note Level 1"/>
    <w:basedOn w:val="Normal"/>
    <w:uiPriority w:val="99"/>
    <w:semiHidden/>
    <w:unhideWhenUsed/>
    <w:rsid w:val="00DA63A3"/>
    <w:pPr>
      <w:keepNext/>
      <w:numPr>
        <w:numId w:val="11"/>
      </w:numPr>
      <w:contextualSpacing/>
      <w:outlineLvl w:val="0"/>
    </w:pPr>
    <w:rPr>
      <w:rFonts w:ascii="Verdana" w:eastAsia="ＭＳ ゴシック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8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todd:Downloads: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Template.dotx</Template>
  <TotalTime>3</TotalTime>
  <Pages>5</Pages>
  <Words>528</Words>
  <Characters>3011</Characters>
  <Application>Microsoft Macintosh Word</Application>
  <DocSecurity>0</DocSecurity>
  <Lines>25</Lines>
  <Paragraphs>7</Paragraphs>
  <ScaleCrop>false</ScaleCrop>
  <Company>ECSD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Eagle Schools</dc:creator>
  <cp:keywords>Lesson Plan</cp:keywords>
  <dc:description/>
  <cp:lastModifiedBy>Eagle Schools</cp:lastModifiedBy>
  <cp:revision>3</cp:revision>
  <cp:lastPrinted>2010-11-15T18:19:00Z</cp:lastPrinted>
  <dcterms:created xsi:type="dcterms:W3CDTF">2011-05-04T23:27:00Z</dcterms:created>
  <dcterms:modified xsi:type="dcterms:W3CDTF">2011-05-05T00:01:00Z</dcterms:modified>
  <cp:category>Lesson Plan</cp:category>
</cp:coreProperties>
</file>